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4FE" w:rsidRDefault="004354FE" w:rsidP="00E35F59">
      <w:pPr>
        <w:ind w:left="5670"/>
      </w:pPr>
    </w:p>
    <w:p w:rsidR="001A76CA" w:rsidRDefault="001F441C" w:rsidP="00C8453C">
      <w:pPr>
        <w:rPr>
          <w:b/>
          <w:kern w:val="32"/>
          <w:sz w:val="22"/>
          <w:szCs w:val="22"/>
        </w:rPr>
      </w:pPr>
      <w:r>
        <w:t xml:space="preserve">                             </w:t>
      </w:r>
      <w:r w:rsidR="00616998">
        <w:t xml:space="preserve">             </w:t>
      </w:r>
      <w:r w:rsidR="001A76CA">
        <w:t xml:space="preserve">                             </w:t>
      </w:r>
      <w:r w:rsidR="006E70F8" w:rsidRPr="007356CB">
        <w:rPr>
          <w:sz w:val="22"/>
          <w:szCs w:val="22"/>
        </w:rPr>
        <w:t>Приложение №</w:t>
      </w:r>
      <w:r w:rsidR="007351EC">
        <w:rPr>
          <w:sz w:val="22"/>
          <w:szCs w:val="22"/>
        </w:rPr>
        <w:t>5</w:t>
      </w:r>
      <w:r w:rsidR="006A337B" w:rsidRPr="007356CB">
        <w:rPr>
          <w:sz w:val="22"/>
          <w:szCs w:val="22"/>
        </w:rPr>
        <w:t xml:space="preserve"> </w:t>
      </w:r>
      <w:r w:rsidR="006E70F8" w:rsidRPr="007356CB">
        <w:rPr>
          <w:sz w:val="22"/>
          <w:szCs w:val="22"/>
        </w:rPr>
        <w:t xml:space="preserve">к договору </w:t>
      </w:r>
      <w:r w:rsidR="006A337B" w:rsidRPr="007356CB">
        <w:rPr>
          <w:sz w:val="22"/>
          <w:szCs w:val="22"/>
        </w:rPr>
        <w:t>№</w:t>
      </w:r>
      <w:del w:id="0" w:author="Sharymova Irina" w:date="2022-11-18T14:03:00Z">
        <w:r w:rsidR="00A84CDF" w:rsidDel="006F687B">
          <w:rPr>
            <w:sz w:val="22"/>
            <w:szCs w:val="22"/>
          </w:rPr>
          <w:delText>91</w:delText>
        </w:r>
        <w:r w:rsidR="00C8453C" w:rsidDel="006F687B">
          <w:rPr>
            <w:sz w:val="22"/>
            <w:szCs w:val="22"/>
          </w:rPr>
          <w:delText>-22</w:delText>
        </w:r>
      </w:del>
      <w:r w:rsidR="00C8453C">
        <w:rPr>
          <w:sz w:val="22"/>
          <w:szCs w:val="22"/>
        </w:rPr>
        <w:t xml:space="preserve"> </w:t>
      </w:r>
      <w:r w:rsidR="00B37419">
        <w:rPr>
          <w:sz w:val="22"/>
          <w:szCs w:val="22"/>
        </w:rPr>
        <w:t xml:space="preserve">от  </w:t>
      </w:r>
      <w:r w:rsidR="005F425A">
        <w:rPr>
          <w:sz w:val="22"/>
          <w:szCs w:val="22"/>
        </w:rPr>
        <w:t>___________</w:t>
      </w:r>
    </w:p>
    <w:p w:rsidR="00C8453C" w:rsidRDefault="00C8453C" w:rsidP="00C8453C">
      <w:pPr>
        <w:rPr>
          <w:b/>
          <w:kern w:val="32"/>
          <w:sz w:val="22"/>
          <w:szCs w:val="22"/>
        </w:rPr>
      </w:pPr>
    </w:p>
    <w:p w:rsidR="001A76CA" w:rsidRPr="00AC3109" w:rsidRDefault="001A76CA" w:rsidP="001A76CA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0563DF" w:rsidRPr="00500A95" w:rsidRDefault="000563DF" w:rsidP="000563DF">
      <w:pPr>
        <w:pStyle w:val="1"/>
        <w:rPr>
          <w:ins w:id="1" w:author="Sharymova Irina" w:date="2022-11-22T07:42:00Z"/>
          <w:sz w:val="24"/>
          <w:szCs w:val="24"/>
        </w:rPr>
      </w:pPr>
      <w:ins w:id="2" w:author="Sharymova Irina" w:date="2022-11-22T07:42:00Z">
        <w:r w:rsidRPr="00500A95">
          <w:rPr>
            <w:sz w:val="24"/>
            <w:szCs w:val="24"/>
          </w:rPr>
          <w:t xml:space="preserve">г. Иркутск                   </w:t>
        </w:r>
        <w:r w:rsidRPr="00500A95">
          <w:rPr>
            <w:sz w:val="24"/>
            <w:szCs w:val="24"/>
          </w:rPr>
          <w:tab/>
        </w:r>
        <w:r w:rsidRPr="00500A95">
          <w:rPr>
            <w:sz w:val="24"/>
            <w:szCs w:val="24"/>
          </w:rPr>
          <w:tab/>
        </w:r>
        <w:r w:rsidRPr="00500A95">
          <w:rPr>
            <w:sz w:val="24"/>
            <w:szCs w:val="24"/>
          </w:rPr>
          <w:tab/>
        </w:r>
        <w:r w:rsidRPr="00500A95">
          <w:rPr>
            <w:sz w:val="24"/>
            <w:szCs w:val="24"/>
          </w:rPr>
          <w:tab/>
          <w:t xml:space="preserve">                                                       </w:t>
        </w:r>
        <w:r>
          <w:rPr>
            <w:sz w:val="24"/>
            <w:szCs w:val="24"/>
          </w:rPr>
          <w:t xml:space="preserve">   _________</w:t>
        </w:r>
      </w:ins>
    </w:p>
    <w:p w:rsidR="000563DF" w:rsidRPr="00500A95" w:rsidRDefault="000563DF" w:rsidP="000563DF">
      <w:pPr>
        <w:jc w:val="both"/>
        <w:rPr>
          <w:ins w:id="3" w:author="Sharymova Irina" w:date="2022-11-22T07:42:00Z"/>
        </w:rPr>
      </w:pPr>
      <w:ins w:id="4" w:author="Sharymova Irina" w:date="2022-11-22T07:42:00Z">
        <w:r w:rsidRPr="00500A95">
          <w:t xml:space="preserve">                      </w:t>
        </w:r>
      </w:ins>
    </w:p>
    <w:p w:rsidR="000563DF" w:rsidRPr="003D0BB0" w:rsidRDefault="000563DF" w:rsidP="000563DF">
      <w:pPr>
        <w:jc w:val="both"/>
        <w:rPr>
          <w:ins w:id="5" w:author="Sharymova Irina" w:date="2022-11-22T07:42:00Z"/>
        </w:rPr>
      </w:pPr>
      <w:ins w:id="6" w:author="Sharymova Irina" w:date="2022-11-22T07:42:00Z">
        <w:r w:rsidRPr="00500A95">
          <w:t xml:space="preserve">           </w:t>
        </w:r>
        <w:r w:rsidRPr="003D0BB0">
  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№120 от 01.04.2022, с одной стороны, и,  </w:t>
        </w:r>
      </w:ins>
    </w:p>
    <w:p w:rsidR="000563DF" w:rsidRPr="003D0BB0" w:rsidRDefault="000563DF" w:rsidP="000563DF">
      <w:pPr>
        <w:jc w:val="both"/>
        <w:rPr>
          <w:ins w:id="7" w:author="Sharymova Irina" w:date="2022-11-22T07:42:00Z"/>
        </w:rPr>
      </w:pPr>
      <w:ins w:id="8" w:author="Sharymova Irina" w:date="2022-11-22T07:42:00Z">
        <w:r w:rsidRPr="003D0BB0">
          <w:t xml:space="preserve">ХХХ (ХХХ), именуемое в </w:t>
        </w:r>
        <w:proofErr w:type="gramStart"/>
        <w:r w:rsidRPr="003D0BB0">
          <w:t>дальнейшем  «</w:t>
        </w:r>
        <w:proofErr w:type="gramEnd"/>
        <w:r w:rsidRPr="003D0BB0">
          <w:t>Исполнитель», в лице ____</w:t>
        </w:r>
        <w:proofErr w:type="spellStart"/>
        <w:r w:rsidRPr="003D0BB0">
          <w:t>ющего</w:t>
        </w:r>
        <w:proofErr w:type="spellEnd"/>
        <w:r w:rsidRPr="003D0BB0">
          <w:t xml:space="preserve"> на основании Устава Общества,  с другой  стороны,  вместе и по отдельности,  именуемые в дальнейшем «Стороны», заключили настоящ</w:t>
        </w:r>
        <w:r>
          <w:t>ее</w:t>
        </w:r>
        <w:r w:rsidRPr="003D0BB0">
          <w:t xml:space="preserve"> </w:t>
        </w:r>
        <w:r>
          <w:t>соглашение</w:t>
        </w:r>
        <w:r w:rsidRPr="003D0BB0">
          <w:t xml:space="preserve">  о  нижеследующем: </w:t>
        </w:r>
      </w:ins>
    </w:p>
    <w:p w:rsidR="001A76CA" w:rsidRDefault="001A76CA" w:rsidP="001A76CA">
      <w:pPr>
        <w:widowControl w:val="0"/>
        <w:jc w:val="right"/>
        <w:rPr>
          <w:b/>
          <w:sz w:val="22"/>
          <w:szCs w:val="22"/>
        </w:rPr>
      </w:pPr>
      <w:bookmarkStart w:id="9" w:name="_GoBack"/>
      <w:bookmarkEnd w:id="9"/>
    </w:p>
    <w:p w:rsidR="001A76CA" w:rsidRPr="00AC3109" w:rsidRDefault="001A76CA" w:rsidP="001A76CA">
      <w:pPr>
        <w:widowControl w:val="0"/>
        <w:jc w:val="right"/>
        <w:rPr>
          <w:sz w:val="22"/>
          <w:szCs w:val="22"/>
        </w:rPr>
      </w:pP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</w:t>
      </w:r>
      <w:r w:rsidR="008F0AD3">
        <w:rPr>
          <w:sz w:val="22"/>
          <w:szCs w:val="22"/>
        </w:rPr>
        <w:t xml:space="preserve">оказания услуги </w:t>
      </w:r>
      <w:proofErr w:type="gramStart"/>
      <w:r w:rsidR="008F0AD3">
        <w:rPr>
          <w:sz w:val="22"/>
          <w:szCs w:val="22"/>
        </w:rPr>
        <w:t xml:space="preserve">и </w:t>
      </w:r>
      <w:r w:rsidRPr="00AC3109">
        <w:rPr>
          <w:sz w:val="22"/>
          <w:szCs w:val="22"/>
        </w:rPr>
        <w:t xml:space="preserve"> выполнения</w:t>
      </w:r>
      <w:proofErr w:type="gramEnd"/>
      <w:r w:rsidRPr="00AC3109">
        <w:rPr>
          <w:sz w:val="22"/>
          <w:szCs w:val="22"/>
        </w:rPr>
        <w:t xml:space="preserve">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8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:rsidR="001A76CA" w:rsidRPr="00AC3109" w:rsidRDefault="001A76CA" w:rsidP="001A76CA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</w:t>
      </w:r>
      <w:r w:rsidRPr="00AC3109">
        <w:rPr>
          <w:sz w:val="22"/>
          <w:szCs w:val="22"/>
        </w:rPr>
        <w:lastRenderedPageBreak/>
        <w:t>промышленной, пожарной безопасности, Заказчик вправе расторгнуть Договор в порядке, предусмотренном условиями Договора.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1A76CA" w:rsidRPr="00AC3109" w:rsidRDefault="001A76CA" w:rsidP="001A76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AC3109">
        <w:rPr>
          <w:sz w:val="22"/>
          <w:szCs w:val="22"/>
        </w:rPr>
        <w:t>стропальные</w:t>
      </w:r>
      <w:proofErr w:type="spellEnd"/>
      <w:r w:rsidRPr="00AC3109">
        <w:rPr>
          <w:sz w:val="22"/>
          <w:szCs w:val="22"/>
        </w:rPr>
        <w:t xml:space="preserve"> и иные работы).</w:t>
      </w:r>
    </w:p>
    <w:p w:rsidR="001A76CA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A76CA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A76CA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накапливать любые виды отходов вне отведенных мест;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</w:t>
      </w:r>
      <w:r w:rsidRPr="00AC3109">
        <w:rPr>
          <w:sz w:val="22"/>
          <w:szCs w:val="22"/>
        </w:rPr>
        <w:lastRenderedPageBreak/>
        <w:t>ций.</w:t>
      </w:r>
    </w:p>
    <w:p w:rsidR="001A76CA" w:rsidRPr="00AC3109" w:rsidRDefault="001A76CA" w:rsidP="001A76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A76CA" w:rsidRPr="00AC3109" w:rsidRDefault="001A76CA" w:rsidP="001A76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A76CA" w:rsidRPr="00AC3109" w:rsidRDefault="001A76CA" w:rsidP="001A76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9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A76CA" w:rsidRPr="00AC3109" w:rsidRDefault="001A76CA" w:rsidP="001A76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:rsidR="001A76CA" w:rsidRPr="00B71DAD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1A76CA" w:rsidRPr="00B71DAD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</w:t>
      </w:r>
      <w:r>
        <w:rPr>
          <w:sz w:val="22"/>
          <w:szCs w:val="22"/>
        </w:rPr>
        <w:lastRenderedPageBreak/>
        <w:t>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A76CA" w:rsidRPr="00B71DAD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1A76CA" w:rsidRPr="00AC3109" w:rsidRDefault="001A76CA" w:rsidP="001A76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A76CA" w:rsidRPr="00DA65B9" w:rsidRDefault="001A76CA" w:rsidP="001A76CA">
      <w:pPr>
        <w:pStyle w:val="af2"/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:rsidR="001A76CA" w:rsidRPr="00DA65B9" w:rsidRDefault="001A76CA" w:rsidP="001A76CA">
      <w:pPr>
        <w:pStyle w:val="af2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1A76CA" w:rsidRPr="00DA65B9" w:rsidRDefault="001A76CA" w:rsidP="001A76CA">
      <w:pPr>
        <w:pStyle w:val="af2"/>
        <w:widowControl w:val="0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:rsidR="001A76CA" w:rsidRPr="00DA65B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A76CA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A76CA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:rsidR="001A76CA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0" w:name="RefSCH7_1"/>
    </w:p>
    <w:p w:rsidR="001A76CA" w:rsidRPr="00AC3109" w:rsidRDefault="001A76CA" w:rsidP="001A76CA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1A76CA" w:rsidRPr="00AC3109" w:rsidRDefault="001A76CA" w:rsidP="001A76CA">
      <w:pPr>
        <w:numPr>
          <w:ilvl w:val="0"/>
          <w:numId w:val="25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0"/>
      <w:r w:rsidRPr="00AC3109">
        <w:rPr>
          <w:b/>
          <w:sz w:val="22"/>
          <w:szCs w:val="22"/>
          <w:lang w:eastAsia="ar-SA"/>
        </w:rPr>
        <w:t>.</w:t>
      </w:r>
    </w:p>
    <w:p w:rsidR="001A76CA" w:rsidRPr="00AC3109" w:rsidRDefault="001A76CA" w:rsidP="001A76CA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A76CA" w:rsidRPr="00AC3109" w:rsidRDefault="001A76CA" w:rsidP="001A76CA">
      <w:pPr>
        <w:numPr>
          <w:ilvl w:val="1"/>
          <w:numId w:val="2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A76CA" w:rsidRPr="00AC3109" w:rsidRDefault="001A76CA" w:rsidP="001A76CA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A76CA" w:rsidRPr="00AC3109" w:rsidTr="003530EB">
        <w:tc>
          <w:tcPr>
            <w:tcW w:w="267" w:type="pct"/>
            <w:vMerge w:val="restart"/>
            <w:vAlign w:val="center"/>
          </w:tcPr>
          <w:p w:rsidR="001A76CA" w:rsidRPr="00AC3109" w:rsidRDefault="001A76CA" w:rsidP="003530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1A76CA" w:rsidRPr="00AC3109" w:rsidTr="003530EB">
        <w:tc>
          <w:tcPr>
            <w:tcW w:w="267" w:type="pct"/>
            <w:vMerge/>
            <w:vAlign w:val="center"/>
          </w:tcPr>
          <w:p w:rsidR="001A76CA" w:rsidRPr="00AC3109" w:rsidRDefault="001A76CA" w:rsidP="003530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1" w:name="_Ref499613233"/>
          </w:p>
        </w:tc>
        <w:bookmarkEnd w:id="11"/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  <w:vMerge w:val="restar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1A76CA" w:rsidRPr="00AC3109" w:rsidTr="003530EB">
        <w:tc>
          <w:tcPr>
            <w:tcW w:w="267" w:type="pct"/>
            <w:vMerge/>
          </w:tcPr>
          <w:p w:rsidR="001A76CA" w:rsidRPr="00AC3109" w:rsidRDefault="001A76CA" w:rsidP="003530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76CA" w:rsidRPr="00AC3109" w:rsidTr="003530EB">
        <w:trPr>
          <w:trHeight w:val="542"/>
        </w:trPr>
        <w:tc>
          <w:tcPr>
            <w:tcW w:w="267" w:type="pct"/>
            <w:vMerge/>
          </w:tcPr>
          <w:p w:rsidR="001A76CA" w:rsidRPr="00AC3109" w:rsidRDefault="001A76CA" w:rsidP="003530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2" w:name="_Ref496878534"/>
          </w:p>
        </w:tc>
        <w:bookmarkEnd w:id="12"/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установки).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3" w:name="_Ref499613281"/>
          </w:p>
        </w:tc>
        <w:bookmarkEnd w:id="13"/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="008F0AD3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rPr>
          <w:trHeight w:val="1339"/>
        </w:trPr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1A76CA" w:rsidRPr="00AC3109" w:rsidTr="003530EB">
        <w:trPr>
          <w:trHeight w:val="246"/>
        </w:trPr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76CA" w:rsidRPr="00AC3109" w:rsidTr="003530EB">
        <w:trPr>
          <w:trHeight w:val="246"/>
        </w:trPr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76CA" w:rsidRPr="00AC3109" w:rsidTr="003530EB">
        <w:trPr>
          <w:trHeight w:val="246"/>
        </w:trPr>
        <w:tc>
          <w:tcPr>
            <w:tcW w:w="267" w:type="pct"/>
          </w:tcPr>
          <w:p w:rsidR="001A76CA" w:rsidRPr="00AC3109" w:rsidRDefault="001A76CA" w:rsidP="001A76CA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A76CA" w:rsidRPr="00AC3109" w:rsidRDefault="001A76CA" w:rsidP="001A76CA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4" w:name="_Ref499613849"/>
    </w:p>
    <w:bookmarkEnd w:id="14"/>
    <w:p w:rsidR="001A76CA" w:rsidRPr="00AC3109" w:rsidRDefault="001A76CA" w:rsidP="001A76CA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A76CA" w:rsidRPr="00AC3109" w:rsidRDefault="001A76CA" w:rsidP="001A76CA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A76CA" w:rsidRPr="00AC3109" w:rsidTr="003530EB">
        <w:tc>
          <w:tcPr>
            <w:tcW w:w="308" w:type="pct"/>
          </w:tcPr>
          <w:p w:rsidR="001A76CA" w:rsidRPr="00AC3109" w:rsidRDefault="001A76CA" w:rsidP="003530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:rsidR="001A76CA" w:rsidRPr="00AC3109" w:rsidRDefault="001A76CA" w:rsidP="003530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:rsidR="001A76CA" w:rsidRPr="00AC3109" w:rsidRDefault="001A76CA" w:rsidP="003530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27"/>
          </w:p>
        </w:tc>
        <w:bookmarkEnd w:id="15"/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6" w:name="_Ref496877736"/>
          </w:p>
        </w:tc>
        <w:bookmarkEnd w:id="16"/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7" w:name="_Ref496878826"/>
          </w:p>
        </w:tc>
        <w:bookmarkEnd w:id="17"/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8" w:name="_Ref496879343"/>
          </w:p>
        </w:tc>
        <w:bookmarkEnd w:id="18"/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9" w:name="_Ref499613830"/>
          </w:p>
        </w:tc>
        <w:bookmarkEnd w:id="19"/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8F0AD3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8F0AD3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="008F0AD3" w:rsidRPr="003C309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A76CA" w:rsidRPr="00AC3109" w:rsidRDefault="001A76CA" w:rsidP="003530EB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</w:t>
            </w:r>
            <w:r w:rsidRPr="00AC3109">
              <w:rPr>
                <w:sz w:val="16"/>
                <w:szCs w:val="22"/>
              </w:rPr>
              <w:lastRenderedPageBreak/>
              <w:t>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A76CA" w:rsidRPr="00AC3109" w:rsidTr="003530EB">
        <w:tc>
          <w:tcPr>
            <w:tcW w:w="308" w:type="pct"/>
          </w:tcPr>
          <w:p w:rsidR="001A76CA" w:rsidRPr="00AC3109" w:rsidRDefault="001A76CA" w:rsidP="001A76CA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A76CA" w:rsidRPr="00AC3109" w:rsidRDefault="001A76CA" w:rsidP="003530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A76CA" w:rsidRPr="00AC3109" w:rsidRDefault="001A76CA" w:rsidP="003530EB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A76CA" w:rsidRPr="00AC3109" w:rsidRDefault="001A76CA" w:rsidP="003530EB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:rsidR="001A76CA" w:rsidRPr="00AC3109" w:rsidRDefault="001A76CA" w:rsidP="001A76CA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A76CA" w:rsidRPr="00AC3109" w:rsidRDefault="001A76CA" w:rsidP="001A76CA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A76CA" w:rsidRPr="00AC3109" w:rsidRDefault="001A76CA" w:rsidP="001A76CA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A76CA" w:rsidRPr="00AC3109" w:rsidRDefault="001A76CA" w:rsidP="001A76CA">
      <w:pPr>
        <w:numPr>
          <w:ilvl w:val="0"/>
          <w:numId w:val="25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1A76CA" w:rsidRPr="00DA65B9" w:rsidRDefault="001A76CA" w:rsidP="001A76CA">
      <w:pPr>
        <w:numPr>
          <w:ilvl w:val="1"/>
          <w:numId w:val="2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:rsidR="001A76CA" w:rsidRPr="00AC3109" w:rsidRDefault="001A76CA" w:rsidP="001A76CA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:rsidR="001A76CA" w:rsidRPr="00AC3109" w:rsidRDefault="001A76CA" w:rsidP="001A76CA">
      <w:pPr>
        <w:numPr>
          <w:ilvl w:val="1"/>
          <w:numId w:val="2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A76CA" w:rsidRDefault="001A76CA" w:rsidP="001A76C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:rsidR="001A76CA" w:rsidRPr="00AC3109" w:rsidRDefault="001A76CA" w:rsidP="001A76C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:rsidR="001A76CA" w:rsidRPr="00AC3109" w:rsidRDefault="001A76CA" w:rsidP="001A76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:rsidR="001A76CA" w:rsidRPr="00AC3109" w:rsidRDefault="001A76CA" w:rsidP="001A76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:rsidR="001A76CA" w:rsidRPr="00AC3109" w:rsidRDefault="001A76CA" w:rsidP="001A76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A76CA" w:rsidRPr="00AC3109" w:rsidRDefault="001A76CA" w:rsidP="001A76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A76CA" w:rsidRPr="00AC3109" w:rsidRDefault="001A76CA" w:rsidP="001A76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:rsidR="001A76CA" w:rsidRPr="00AC3109" w:rsidRDefault="001A76CA" w:rsidP="001A76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A76CA" w:rsidRPr="00AC3109" w:rsidRDefault="001A76CA" w:rsidP="001A76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- работы остановлены.</w:t>
      </w:r>
    </w:p>
    <w:p w:rsidR="001A76CA" w:rsidRPr="00AC3109" w:rsidRDefault="001A76CA" w:rsidP="001A76CA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1A76CA" w:rsidRPr="00AC3109" w:rsidRDefault="001A76CA" w:rsidP="001A76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:rsidR="001A76CA" w:rsidRPr="00AC3109" w:rsidRDefault="001A76CA" w:rsidP="001A76CA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1A76CA" w:rsidRPr="00AC3109" w:rsidRDefault="001A76CA" w:rsidP="001A76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1A76CA" w:rsidRPr="00AC3109" w:rsidRDefault="001A76CA" w:rsidP="001A76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:rsidR="001A76CA" w:rsidRPr="00B71DAD" w:rsidRDefault="001A76CA" w:rsidP="001A76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A76CA" w:rsidRPr="00B71DAD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:rsidR="001A76CA" w:rsidRPr="00B71DAD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A76CA" w:rsidRPr="00B71DAD" w:rsidRDefault="001A76CA" w:rsidP="001A76CA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A76CA" w:rsidRPr="00AC3109" w:rsidRDefault="001A76CA" w:rsidP="001A76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A76CA" w:rsidRPr="00AC3109" w:rsidRDefault="001A76CA" w:rsidP="001A76C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1A76CA" w:rsidRPr="00AC3109" w:rsidRDefault="001A76CA" w:rsidP="001A76C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918"/>
        <w:gridCol w:w="112"/>
        <w:gridCol w:w="215"/>
        <w:gridCol w:w="4712"/>
        <w:gridCol w:w="118"/>
        <w:gridCol w:w="273"/>
      </w:tblGrid>
      <w:tr w:rsidR="001750DB" w:rsidTr="003C3099">
        <w:trPr>
          <w:gridAfter w:val="2"/>
          <w:wAfter w:w="391" w:type="dxa"/>
          <w:jc w:val="center"/>
        </w:trPr>
        <w:tc>
          <w:tcPr>
            <w:tcW w:w="5026" w:type="dxa"/>
            <w:gridSpan w:val="2"/>
          </w:tcPr>
          <w:p w:rsidR="001750DB" w:rsidRDefault="001750DB" w:rsidP="009837E3">
            <w:pPr>
              <w:rPr>
                <w:sz w:val="22"/>
                <w:szCs w:val="22"/>
              </w:rPr>
            </w:pPr>
          </w:p>
        </w:tc>
        <w:tc>
          <w:tcPr>
            <w:tcW w:w="5039" w:type="dxa"/>
            <w:gridSpan w:val="3"/>
          </w:tcPr>
          <w:p w:rsidR="001750DB" w:rsidRDefault="001750DB" w:rsidP="009837E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1750DB" w:rsidRPr="0029758F" w:rsidTr="003C3099">
        <w:trPr>
          <w:gridBefore w:val="1"/>
          <w:gridAfter w:val="1"/>
          <w:wBefore w:w="108" w:type="dxa"/>
          <w:wAfter w:w="273" w:type="dxa"/>
          <w:jc w:val="center"/>
        </w:trPr>
        <w:tc>
          <w:tcPr>
            <w:tcW w:w="5030" w:type="dxa"/>
            <w:gridSpan w:val="2"/>
          </w:tcPr>
          <w:p w:rsidR="001750DB" w:rsidRPr="0029758F" w:rsidRDefault="001750DB" w:rsidP="009837E3"/>
        </w:tc>
        <w:tc>
          <w:tcPr>
            <w:tcW w:w="5045" w:type="dxa"/>
            <w:gridSpan w:val="3"/>
          </w:tcPr>
          <w:p w:rsidR="001750DB" w:rsidRPr="0029758F" w:rsidRDefault="001750DB" w:rsidP="009837E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3C3099" w:rsidRPr="00756DBD" w:rsidTr="003C3099">
        <w:tblPrEx>
          <w:jc w:val="left"/>
        </w:tblPrEx>
        <w:trPr>
          <w:gridBefore w:val="1"/>
          <w:wBefore w:w="108" w:type="dxa"/>
          <w:trHeight w:val="1408"/>
        </w:trPr>
        <w:tc>
          <w:tcPr>
            <w:tcW w:w="5245" w:type="dxa"/>
            <w:gridSpan w:val="3"/>
          </w:tcPr>
          <w:p w:rsidR="003C3099" w:rsidRPr="00756DBD" w:rsidRDefault="003C3099" w:rsidP="007601DF">
            <w:pPr>
              <w:jc w:val="both"/>
            </w:pPr>
            <w:r w:rsidRPr="00756DBD">
              <w:t xml:space="preserve">Заказчик:  </w:t>
            </w:r>
          </w:p>
          <w:p w:rsidR="003C3099" w:rsidRPr="00756DBD" w:rsidRDefault="003C3099" w:rsidP="007601DF">
            <w:pPr>
              <w:jc w:val="both"/>
            </w:pPr>
            <w:r w:rsidRPr="00756DBD">
              <w:t>Директор филиала</w:t>
            </w:r>
          </w:p>
          <w:p w:rsidR="003C3099" w:rsidRPr="00756DBD" w:rsidRDefault="003C3099" w:rsidP="007601DF">
            <w:pPr>
              <w:jc w:val="both"/>
            </w:pPr>
            <w:r w:rsidRPr="00756DBD">
              <w:t xml:space="preserve">ООО «Байкальская энергетическая </w:t>
            </w:r>
            <w:proofErr w:type="gramStart"/>
            <w:r w:rsidRPr="00756DBD">
              <w:t>компания»  ТЭЦ</w:t>
            </w:r>
            <w:proofErr w:type="gramEnd"/>
            <w:r w:rsidRPr="00756DBD">
              <w:t>-9</w:t>
            </w:r>
          </w:p>
          <w:p w:rsidR="003C3099" w:rsidRPr="00756DBD" w:rsidRDefault="003C3099" w:rsidP="007601DF">
            <w:pPr>
              <w:jc w:val="both"/>
            </w:pPr>
            <w:r w:rsidRPr="00756DBD">
              <w:t xml:space="preserve">________________ </w:t>
            </w:r>
            <w:proofErr w:type="spellStart"/>
            <w:r w:rsidRPr="00756DBD">
              <w:t>Н.А.Бобровников</w:t>
            </w:r>
            <w:proofErr w:type="spellEnd"/>
          </w:p>
          <w:p w:rsidR="003C3099" w:rsidRPr="00756DBD" w:rsidRDefault="003C3099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  <w:gridSpan w:val="3"/>
          </w:tcPr>
          <w:p w:rsidR="003C3099" w:rsidRPr="00756DBD" w:rsidRDefault="003C3099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:rsidR="005F425A" w:rsidRDefault="005F425A" w:rsidP="005F425A">
            <w:pPr>
              <w:jc w:val="both"/>
              <w:rPr>
                <w:b/>
                <w:sz w:val="22"/>
                <w:szCs w:val="22"/>
              </w:rPr>
            </w:pPr>
          </w:p>
          <w:p w:rsidR="005F425A" w:rsidRDefault="005F425A" w:rsidP="005F425A">
            <w:pPr>
              <w:jc w:val="both"/>
              <w:rPr>
                <w:sz w:val="22"/>
                <w:szCs w:val="22"/>
              </w:rPr>
            </w:pPr>
          </w:p>
          <w:p w:rsidR="005F425A" w:rsidRDefault="005F425A" w:rsidP="005F42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:rsidR="003C3099" w:rsidRPr="00756DBD" w:rsidRDefault="003C3099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:rsidR="001A76CA" w:rsidRPr="00AC3109" w:rsidRDefault="001A76CA" w:rsidP="001A76CA">
      <w:pPr>
        <w:widowControl w:val="0"/>
        <w:ind w:left="357"/>
        <w:jc w:val="center"/>
        <w:rPr>
          <w:b/>
          <w:sz w:val="22"/>
          <w:szCs w:val="22"/>
        </w:rPr>
      </w:pPr>
    </w:p>
    <w:p w:rsidR="001A76CA" w:rsidRPr="00AC3109" w:rsidRDefault="001A76CA" w:rsidP="001A76CA">
      <w:pPr>
        <w:widowControl w:val="0"/>
        <w:rPr>
          <w:b/>
          <w:i/>
          <w:sz w:val="22"/>
          <w:szCs w:val="22"/>
        </w:rPr>
        <w:sectPr w:rsidR="001A76CA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A76CA" w:rsidRDefault="001A76CA" w:rsidP="001A76CA">
      <w:pPr>
        <w:jc w:val="right"/>
      </w:pPr>
      <w:r>
        <w:lastRenderedPageBreak/>
        <w:t xml:space="preserve">Приложение № 1 к Приложению № </w:t>
      </w:r>
      <w:r w:rsidR="003E0482">
        <w:t>5</w:t>
      </w:r>
      <w:r>
        <w:t xml:space="preserve"> к Договору</w:t>
      </w:r>
      <w:r w:rsidR="001750DB">
        <w:t xml:space="preserve"> №</w:t>
      </w:r>
      <w:del w:id="20" w:author="Sharymova Irina" w:date="2022-11-18T14:03:00Z">
        <w:r w:rsidR="00A51818" w:rsidDel="006F687B">
          <w:delText>91</w:delText>
        </w:r>
        <w:r w:rsidR="00C8453C" w:rsidDel="006F687B">
          <w:delText>-22</w:delText>
        </w:r>
      </w:del>
      <w:r w:rsidR="001750DB">
        <w:t xml:space="preserve"> от </w:t>
      </w:r>
      <w:r w:rsidR="005F425A">
        <w:t>______________</w:t>
      </w:r>
    </w:p>
    <w:p w:rsidR="001A76CA" w:rsidRPr="00AC3109" w:rsidRDefault="001A76CA" w:rsidP="001A76CA">
      <w:pPr>
        <w:jc w:val="right"/>
      </w:pPr>
    </w:p>
    <w:p w:rsidR="001A76CA" w:rsidRPr="00B71DAD" w:rsidRDefault="001A76CA" w:rsidP="001A76CA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:rsidR="001A76CA" w:rsidRPr="00B71DAD" w:rsidRDefault="001A76CA" w:rsidP="001A76CA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1A76CA" w:rsidRPr="00B71DAD" w:rsidRDefault="001A76CA" w:rsidP="001A76CA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>
        <w:rPr>
          <w:b/>
        </w:rPr>
        <w:t>оказании услуг</w:t>
      </w:r>
    </w:p>
    <w:p w:rsidR="001A76CA" w:rsidRPr="00B71DAD" w:rsidRDefault="001A76CA" w:rsidP="001A76CA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:rsidR="001A76CA" w:rsidRPr="00B71DAD" w:rsidRDefault="001A76CA" w:rsidP="001A76CA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:rsidR="001A76CA" w:rsidRPr="00B71DAD" w:rsidRDefault="001A76CA" w:rsidP="001A76CA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:rsidR="001A76CA" w:rsidRPr="00B71DAD" w:rsidRDefault="001A76CA" w:rsidP="001A76CA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:rsidR="001A76CA" w:rsidRPr="00B71DAD" w:rsidRDefault="001A76CA" w:rsidP="001A76CA">
      <w:pPr>
        <w:jc w:val="center"/>
        <w:rPr>
          <w:b/>
        </w:rPr>
      </w:pPr>
    </w:p>
    <w:p w:rsidR="001A76CA" w:rsidRPr="00B71DAD" w:rsidRDefault="001A76CA" w:rsidP="001A76CA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Pr="00AC3109">
        <w:rPr>
          <w:sz w:val="23"/>
          <w:szCs w:val="23"/>
        </w:rPr>
        <w:t>) № 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1A76CA" w:rsidRPr="00AC3109" w:rsidRDefault="001A76CA" w:rsidP="001A76CA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1A76CA" w:rsidRPr="00AC3109" w:rsidRDefault="001A76CA" w:rsidP="001A76CA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A76CA" w:rsidRPr="00AC3109" w:rsidTr="003530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A76CA" w:rsidRPr="00AC3109" w:rsidTr="003530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A76CA" w:rsidRPr="00AC3109" w:rsidTr="003530E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</w:tr>
      <w:tr w:rsidR="001A76CA" w:rsidRPr="00AC3109" w:rsidTr="003530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</w:tr>
      <w:tr w:rsidR="001A76CA" w:rsidRPr="00AC3109" w:rsidTr="003530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CA" w:rsidRPr="00AC3109" w:rsidRDefault="001A76CA" w:rsidP="003530EB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6CA" w:rsidRPr="00AC3109" w:rsidRDefault="001A76CA" w:rsidP="003530EB">
            <w:pPr>
              <w:jc w:val="both"/>
              <w:rPr>
                <w:sz w:val="23"/>
                <w:szCs w:val="23"/>
              </w:rPr>
            </w:pPr>
          </w:p>
        </w:tc>
      </w:tr>
    </w:tbl>
    <w:p w:rsidR="001A76CA" w:rsidRPr="00AC3109" w:rsidRDefault="001A76CA" w:rsidP="001A76CA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1A76CA" w:rsidRPr="00AC3109" w:rsidRDefault="001A76CA" w:rsidP="001A76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1A76CA" w:rsidRPr="00B71DAD" w:rsidRDefault="001A76CA" w:rsidP="001A76CA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A76CA" w:rsidRPr="00B71DAD" w:rsidRDefault="001A76CA" w:rsidP="001A76CA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:rsidR="001A76CA" w:rsidRPr="00B71DAD" w:rsidRDefault="001A76CA" w:rsidP="001A76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6E70F8" w:rsidRPr="007356CB" w:rsidRDefault="001A76CA" w:rsidP="001A76CA">
      <w:pPr>
        <w:spacing w:before="120"/>
        <w:jc w:val="center"/>
        <w:outlineLvl w:val="1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</w:t>
      </w:r>
      <w:r w:rsidR="00010875" w:rsidRPr="007356CB">
        <w:rPr>
          <w:sz w:val="22"/>
          <w:szCs w:val="22"/>
        </w:rPr>
        <w:t xml:space="preserve"> </w:t>
      </w:r>
    </w:p>
    <w:p w:rsidR="0038533E" w:rsidRPr="007356CB" w:rsidRDefault="0038533E" w:rsidP="00186B91">
      <w:pPr>
        <w:rPr>
          <w:sz w:val="22"/>
          <w:szCs w:val="22"/>
        </w:rPr>
      </w:pPr>
    </w:p>
    <w:sectPr w:rsidR="0038533E" w:rsidRPr="007356CB" w:rsidSect="00616998">
      <w:headerReference w:type="default" r:id="rId10"/>
      <w:footerReference w:type="default" r:id="rId11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490" w:rsidRDefault="009E1490">
      <w:r>
        <w:separator/>
      </w:r>
    </w:p>
  </w:endnote>
  <w:endnote w:type="continuationSeparator" w:id="0">
    <w:p w:rsidR="009E1490" w:rsidRDefault="009E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730101"/>
      <w:docPartObj>
        <w:docPartGallery w:val="Page Numbers (Bottom of Page)"/>
        <w:docPartUnique/>
      </w:docPartObj>
    </w:sdtPr>
    <w:sdtEndPr/>
    <w:sdtContent>
      <w:p w:rsidR="00614344" w:rsidRDefault="00A42320">
        <w:pPr>
          <w:pStyle w:val="a5"/>
          <w:jc w:val="right"/>
        </w:pPr>
        <w:r>
          <w:fldChar w:fldCharType="begin"/>
        </w:r>
        <w:r w:rsidR="00614344">
          <w:instrText>PAGE   \* MERGEFORMAT</w:instrText>
        </w:r>
        <w:r>
          <w:fldChar w:fldCharType="separate"/>
        </w:r>
        <w:r w:rsidR="001750DB">
          <w:rPr>
            <w:noProof/>
          </w:rPr>
          <w:t>14</w:t>
        </w:r>
        <w:r>
          <w:fldChar w:fldCharType="end"/>
        </w:r>
      </w:p>
    </w:sdtContent>
  </w:sdt>
  <w:p w:rsidR="00614344" w:rsidRDefault="006143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490" w:rsidRDefault="009E1490">
      <w:r>
        <w:separator/>
      </w:r>
    </w:p>
  </w:footnote>
  <w:footnote w:type="continuationSeparator" w:id="0">
    <w:p w:rsidR="009E1490" w:rsidRDefault="009E1490">
      <w:r>
        <w:continuationSeparator/>
      </w:r>
    </w:p>
  </w:footnote>
  <w:footnote w:id="1">
    <w:p w:rsidR="001A76CA" w:rsidRPr="00F75B61" w:rsidRDefault="001A76CA" w:rsidP="001A76CA">
      <w:pPr>
        <w:pStyle w:val="af5"/>
        <w:jc w:val="both"/>
        <w:rPr>
          <w:color w:val="C00000"/>
        </w:rPr>
      </w:pPr>
      <w:r w:rsidRPr="00F75B61">
        <w:rPr>
          <w:rStyle w:val="af7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94" w:rsidRDefault="000F43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5"/>
  </w:num>
  <w:num w:numId="7">
    <w:abstractNumId w:val="2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23"/>
  </w:num>
  <w:num w:numId="12">
    <w:abstractNumId w:val="8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4"/>
  </w:num>
  <w:num w:numId="18">
    <w:abstractNumId w:val="11"/>
  </w:num>
  <w:num w:numId="19">
    <w:abstractNumId w:val="1"/>
  </w:num>
  <w:num w:numId="20">
    <w:abstractNumId w:val="13"/>
  </w:num>
  <w:num w:numId="21">
    <w:abstractNumId w:val="10"/>
  </w:num>
  <w:num w:numId="22">
    <w:abstractNumId w:val="18"/>
  </w:num>
  <w:num w:numId="23">
    <w:abstractNumId w:val="16"/>
  </w:num>
  <w:num w:numId="24">
    <w:abstractNumId w:val="22"/>
  </w:num>
  <w:num w:numId="25">
    <w:abstractNumId w:val="21"/>
  </w:num>
  <w:num w:numId="26">
    <w:abstractNumId w:val="15"/>
  </w:num>
  <w:num w:numId="27">
    <w:abstractNumId w:val="7"/>
  </w:num>
  <w:num w:numId="2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arymova Irina">
    <w15:presenceInfo w15:providerId="AD" w15:userId="S-1-5-21-742887867-3477852674-4009795292-44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1"/>
    <w:rsid w:val="000002DB"/>
    <w:rsid w:val="00010875"/>
    <w:rsid w:val="00011607"/>
    <w:rsid w:val="00011891"/>
    <w:rsid w:val="00021A55"/>
    <w:rsid w:val="00026951"/>
    <w:rsid w:val="0003385F"/>
    <w:rsid w:val="00041CD4"/>
    <w:rsid w:val="0004585C"/>
    <w:rsid w:val="000563DF"/>
    <w:rsid w:val="000627CA"/>
    <w:rsid w:val="00065912"/>
    <w:rsid w:val="0008459B"/>
    <w:rsid w:val="00086BC8"/>
    <w:rsid w:val="00092018"/>
    <w:rsid w:val="00093064"/>
    <w:rsid w:val="00093DF1"/>
    <w:rsid w:val="000A4B11"/>
    <w:rsid w:val="000B257C"/>
    <w:rsid w:val="000B2A94"/>
    <w:rsid w:val="000B4619"/>
    <w:rsid w:val="000C08BC"/>
    <w:rsid w:val="000C3B3C"/>
    <w:rsid w:val="000C4A52"/>
    <w:rsid w:val="000D1168"/>
    <w:rsid w:val="000D5893"/>
    <w:rsid w:val="000F02B9"/>
    <w:rsid w:val="000F4394"/>
    <w:rsid w:val="000F6847"/>
    <w:rsid w:val="000F6A24"/>
    <w:rsid w:val="000F7439"/>
    <w:rsid w:val="00112635"/>
    <w:rsid w:val="00113243"/>
    <w:rsid w:val="001220CE"/>
    <w:rsid w:val="00123968"/>
    <w:rsid w:val="0012553E"/>
    <w:rsid w:val="001431CF"/>
    <w:rsid w:val="001512C9"/>
    <w:rsid w:val="00157D68"/>
    <w:rsid w:val="001655A9"/>
    <w:rsid w:val="001668CD"/>
    <w:rsid w:val="0017313F"/>
    <w:rsid w:val="001750DB"/>
    <w:rsid w:val="001826D3"/>
    <w:rsid w:val="00186B91"/>
    <w:rsid w:val="00186FAD"/>
    <w:rsid w:val="00195F40"/>
    <w:rsid w:val="001A195D"/>
    <w:rsid w:val="001A1A7C"/>
    <w:rsid w:val="001A76CA"/>
    <w:rsid w:val="001B4899"/>
    <w:rsid w:val="001B741D"/>
    <w:rsid w:val="001C2023"/>
    <w:rsid w:val="001C7B33"/>
    <w:rsid w:val="001D5B37"/>
    <w:rsid w:val="001D62A7"/>
    <w:rsid w:val="001E38E5"/>
    <w:rsid w:val="001E464C"/>
    <w:rsid w:val="001E71D8"/>
    <w:rsid w:val="001E7E5E"/>
    <w:rsid w:val="001F441C"/>
    <w:rsid w:val="0020651F"/>
    <w:rsid w:val="002171EB"/>
    <w:rsid w:val="00225E13"/>
    <w:rsid w:val="00230F5A"/>
    <w:rsid w:val="002320C8"/>
    <w:rsid w:val="00240F5D"/>
    <w:rsid w:val="00240FA8"/>
    <w:rsid w:val="0024230B"/>
    <w:rsid w:val="00242BB1"/>
    <w:rsid w:val="002447C4"/>
    <w:rsid w:val="00263716"/>
    <w:rsid w:val="0028245D"/>
    <w:rsid w:val="0028372E"/>
    <w:rsid w:val="00286474"/>
    <w:rsid w:val="002A12F9"/>
    <w:rsid w:val="002A5FD3"/>
    <w:rsid w:val="002B6B7A"/>
    <w:rsid w:val="002D5231"/>
    <w:rsid w:val="002D5F9B"/>
    <w:rsid w:val="002E06A2"/>
    <w:rsid w:val="002E39C8"/>
    <w:rsid w:val="002F02AA"/>
    <w:rsid w:val="002F3D54"/>
    <w:rsid w:val="002F7474"/>
    <w:rsid w:val="00314F63"/>
    <w:rsid w:val="003244D0"/>
    <w:rsid w:val="003274C4"/>
    <w:rsid w:val="00330AE7"/>
    <w:rsid w:val="003316EE"/>
    <w:rsid w:val="003422E3"/>
    <w:rsid w:val="00364AFB"/>
    <w:rsid w:val="00377A3F"/>
    <w:rsid w:val="0038471C"/>
    <w:rsid w:val="0038533E"/>
    <w:rsid w:val="003A0ED6"/>
    <w:rsid w:val="003A4C37"/>
    <w:rsid w:val="003B2640"/>
    <w:rsid w:val="003B67BA"/>
    <w:rsid w:val="003C3099"/>
    <w:rsid w:val="003D2147"/>
    <w:rsid w:val="003E0482"/>
    <w:rsid w:val="003F3754"/>
    <w:rsid w:val="003F3793"/>
    <w:rsid w:val="003F5168"/>
    <w:rsid w:val="003F65ED"/>
    <w:rsid w:val="003F7569"/>
    <w:rsid w:val="00403E20"/>
    <w:rsid w:val="00411C54"/>
    <w:rsid w:val="00422314"/>
    <w:rsid w:val="004309FA"/>
    <w:rsid w:val="00430A38"/>
    <w:rsid w:val="004354FE"/>
    <w:rsid w:val="00442218"/>
    <w:rsid w:val="00444C1B"/>
    <w:rsid w:val="00446B57"/>
    <w:rsid w:val="00470EBD"/>
    <w:rsid w:val="00487703"/>
    <w:rsid w:val="00497B31"/>
    <w:rsid w:val="004B0A32"/>
    <w:rsid w:val="004B51EA"/>
    <w:rsid w:val="004B7A01"/>
    <w:rsid w:val="004C66CD"/>
    <w:rsid w:val="004C6DE4"/>
    <w:rsid w:val="004D3C6C"/>
    <w:rsid w:val="005020A9"/>
    <w:rsid w:val="00530911"/>
    <w:rsid w:val="005376DC"/>
    <w:rsid w:val="005517B1"/>
    <w:rsid w:val="00565176"/>
    <w:rsid w:val="00566B70"/>
    <w:rsid w:val="0057020D"/>
    <w:rsid w:val="0057158B"/>
    <w:rsid w:val="005756C9"/>
    <w:rsid w:val="00577F3D"/>
    <w:rsid w:val="005853A4"/>
    <w:rsid w:val="005858FA"/>
    <w:rsid w:val="00590B41"/>
    <w:rsid w:val="0059373B"/>
    <w:rsid w:val="005A7243"/>
    <w:rsid w:val="005C393E"/>
    <w:rsid w:val="005C7EE5"/>
    <w:rsid w:val="005E216D"/>
    <w:rsid w:val="005E22A6"/>
    <w:rsid w:val="005E366F"/>
    <w:rsid w:val="005F425A"/>
    <w:rsid w:val="005F45D8"/>
    <w:rsid w:val="00606AFA"/>
    <w:rsid w:val="00614344"/>
    <w:rsid w:val="00616998"/>
    <w:rsid w:val="006337E8"/>
    <w:rsid w:val="00636BFD"/>
    <w:rsid w:val="006413F8"/>
    <w:rsid w:val="00643834"/>
    <w:rsid w:val="0065140F"/>
    <w:rsid w:val="006577D0"/>
    <w:rsid w:val="00662766"/>
    <w:rsid w:val="0066603D"/>
    <w:rsid w:val="0067078A"/>
    <w:rsid w:val="00670D88"/>
    <w:rsid w:val="0067483C"/>
    <w:rsid w:val="0067577A"/>
    <w:rsid w:val="00677CCC"/>
    <w:rsid w:val="00680052"/>
    <w:rsid w:val="00680889"/>
    <w:rsid w:val="00681D3B"/>
    <w:rsid w:val="00692104"/>
    <w:rsid w:val="00696B65"/>
    <w:rsid w:val="006A01CE"/>
    <w:rsid w:val="006A337B"/>
    <w:rsid w:val="006C016A"/>
    <w:rsid w:val="006C0E16"/>
    <w:rsid w:val="006C1C6F"/>
    <w:rsid w:val="006D7280"/>
    <w:rsid w:val="006D7402"/>
    <w:rsid w:val="006E70F8"/>
    <w:rsid w:val="006F03BE"/>
    <w:rsid w:val="006F0A1E"/>
    <w:rsid w:val="006F687B"/>
    <w:rsid w:val="007006B0"/>
    <w:rsid w:val="00702CC8"/>
    <w:rsid w:val="0070727C"/>
    <w:rsid w:val="007163F8"/>
    <w:rsid w:val="007168D1"/>
    <w:rsid w:val="0072461E"/>
    <w:rsid w:val="00726C67"/>
    <w:rsid w:val="007351EC"/>
    <w:rsid w:val="007356CB"/>
    <w:rsid w:val="00753E44"/>
    <w:rsid w:val="0075444A"/>
    <w:rsid w:val="007553D0"/>
    <w:rsid w:val="00767360"/>
    <w:rsid w:val="00770B73"/>
    <w:rsid w:val="00781176"/>
    <w:rsid w:val="00790548"/>
    <w:rsid w:val="007B3B4B"/>
    <w:rsid w:val="007D0756"/>
    <w:rsid w:val="007D6301"/>
    <w:rsid w:val="007E1421"/>
    <w:rsid w:val="007E4A26"/>
    <w:rsid w:val="007F3D52"/>
    <w:rsid w:val="0080008D"/>
    <w:rsid w:val="00802A4A"/>
    <w:rsid w:val="00810972"/>
    <w:rsid w:val="00827782"/>
    <w:rsid w:val="00827851"/>
    <w:rsid w:val="00834C63"/>
    <w:rsid w:val="00836ED2"/>
    <w:rsid w:val="00847466"/>
    <w:rsid w:val="0087326B"/>
    <w:rsid w:val="00877270"/>
    <w:rsid w:val="0088009A"/>
    <w:rsid w:val="00881A42"/>
    <w:rsid w:val="0088628D"/>
    <w:rsid w:val="008878D8"/>
    <w:rsid w:val="00894A90"/>
    <w:rsid w:val="00896816"/>
    <w:rsid w:val="008A0A5E"/>
    <w:rsid w:val="008A1123"/>
    <w:rsid w:val="008C2A2C"/>
    <w:rsid w:val="008C4548"/>
    <w:rsid w:val="008D40D4"/>
    <w:rsid w:val="008D55D6"/>
    <w:rsid w:val="008E03C9"/>
    <w:rsid w:val="008E7422"/>
    <w:rsid w:val="008F0AD3"/>
    <w:rsid w:val="008F0CAC"/>
    <w:rsid w:val="008F29D4"/>
    <w:rsid w:val="008F4E91"/>
    <w:rsid w:val="008F6ABF"/>
    <w:rsid w:val="00936D7A"/>
    <w:rsid w:val="00936E4C"/>
    <w:rsid w:val="00941F13"/>
    <w:rsid w:val="00942F2D"/>
    <w:rsid w:val="00944026"/>
    <w:rsid w:val="00961094"/>
    <w:rsid w:val="00961628"/>
    <w:rsid w:val="00967753"/>
    <w:rsid w:val="00970054"/>
    <w:rsid w:val="00973B2A"/>
    <w:rsid w:val="00975DD2"/>
    <w:rsid w:val="00976CAF"/>
    <w:rsid w:val="0098125A"/>
    <w:rsid w:val="00981E18"/>
    <w:rsid w:val="00993DB4"/>
    <w:rsid w:val="009B0776"/>
    <w:rsid w:val="009D4667"/>
    <w:rsid w:val="009E132E"/>
    <w:rsid w:val="009E1490"/>
    <w:rsid w:val="009E66DE"/>
    <w:rsid w:val="009E6C89"/>
    <w:rsid w:val="00A13688"/>
    <w:rsid w:val="00A15B9E"/>
    <w:rsid w:val="00A171C5"/>
    <w:rsid w:val="00A21B51"/>
    <w:rsid w:val="00A22637"/>
    <w:rsid w:val="00A2478C"/>
    <w:rsid w:val="00A27E5B"/>
    <w:rsid w:val="00A355EC"/>
    <w:rsid w:val="00A41BEF"/>
    <w:rsid w:val="00A42320"/>
    <w:rsid w:val="00A432EA"/>
    <w:rsid w:val="00A440B5"/>
    <w:rsid w:val="00A51818"/>
    <w:rsid w:val="00A574DD"/>
    <w:rsid w:val="00A744E2"/>
    <w:rsid w:val="00A765CE"/>
    <w:rsid w:val="00A83FCE"/>
    <w:rsid w:val="00A84CDF"/>
    <w:rsid w:val="00A8513D"/>
    <w:rsid w:val="00A94B0B"/>
    <w:rsid w:val="00AA2096"/>
    <w:rsid w:val="00AA510A"/>
    <w:rsid w:val="00AA6042"/>
    <w:rsid w:val="00AB76B6"/>
    <w:rsid w:val="00AD650A"/>
    <w:rsid w:val="00AD7F3A"/>
    <w:rsid w:val="00AE6C58"/>
    <w:rsid w:val="00AF2378"/>
    <w:rsid w:val="00AF38FE"/>
    <w:rsid w:val="00AF6D41"/>
    <w:rsid w:val="00B11BC4"/>
    <w:rsid w:val="00B1438A"/>
    <w:rsid w:val="00B25850"/>
    <w:rsid w:val="00B352A4"/>
    <w:rsid w:val="00B37419"/>
    <w:rsid w:val="00B53A28"/>
    <w:rsid w:val="00B55A82"/>
    <w:rsid w:val="00B61C82"/>
    <w:rsid w:val="00B71E35"/>
    <w:rsid w:val="00B72B1A"/>
    <w:rsid w:val="00B75D37"/>
    <w:rsid w:val="00B81A92"/>
    <w:rsid w:val="00B84C9E"/>
    <w:rsid w:val="00B913E3"/>
    <w:rsid w:val="00BA1C71"/>
    <w:rsid w:val="00BB088F"/>
    <w:rsid w:val="00BC41E2"/>
    <w:rsid w:val="00BD2D18"/>
    <w:rsid w:val="00BE1370"/>
    <w:rsid w:val="00BF7C9F"/>
    <w:rsid w:val="00C01975"/>
    <w:rsid w:val="00C06CDD"/>
    <w:rsid w:val="00C12E09"/>
    <w:rsid w:val="00C1792E"/>
    <w:rsid w:val="00C224F1"/>
    <w:rsid w:val="00C26AB9"/>
    <w:rsid w:val="00C344BD"/>
    <w:rsid w:val="00C47481"/>
    <w:rsid w:val="00C62500"/>
    <w:rsid w:val="00C67163"/>
    <w:rsid w:val="00C71E87"/>
    <w:rsid w:val="00C75CB0"/>
    <w:rsid w:val="00C8453C"/>
    <w:rsid w:val="00CA3FBC"/>
    <w:rsid w:val="00CC00D6"/>
    <w:rsid w:val="00D12D36"/>
    <w:rsid w:val="00D405E0"/>
    <w:rsid w:val="00D41B90"/>
    <w:rsid w:val="00D44398"/>
    <w:rsid w:val="00D5710B"/>
    <w:rsid w:val="00D61437"/>
    <w:rsid w:val="00D63A15"/>
    <w:rsid w:val="00D64B1E"/>
    <w:rsid w:val="00D73F71"/>
    <w:rsid w:val="00D87231"/>
    <w:rsid w:val="00D90A00"/>
    <w:rsid w:val="00DA0581"/>
    <w:rsid w:val="00DB665A"/>
    <w:rsid w:val="00DC0A4B"/>
    <w:rsid w:val="00DD435C"/>
    <w:rsid w:val="00DE480E"/>
    <w:rsid w:val="00E03E4D"/>
    <w:rsid w:val="00E1305F"/>
    <w:rsid w:val="00E133B2"/>
    <w:rsid w:val="00E13D56"/>
    <w:rsid w:val="00E13FBF"/>
    <w:rsid w:val="00E17087"/>
    <w:rsid w:val="00E35F59"/>
    <w:rsid w:val="00E4476B"/>
    <w:rsid w:val="00E46FC4"/>
    <w:rsid w:val="00E50534"/>
    <w:rsid w:val="00E51F3F"/>
    <w:rsid w:val="00E56EE2"/>
    <w:rsid w:val="00E629AF"/>
    <w:rsid w:val="00E62E8D"/>
    <w:rsid w:val="00E677FC"/>
    <w:rsid w:val="00E774ED"/>
    <w:rsid w:val="00E83BF9"/>
    <w:rsid w:val="00EB347A"/>
    <w:rsid w:val="00EC6654"/>
    <w:rsid w:val="00EE0B39"/>
    <w:rsid w:val="00EF79E1"/>
    <w:rsid w:val="00EF7F02"/>
    <w:rsid w:val="00F2216E"/>
    <w:rsid w:val="00F50526"/>
    <w:rsid w:val="00F602B9"/>
    <w:rsid w:val="00F61046"/>
    <w:rsid w:val="00F63123"/>
    <w:rsid w:val="00F70D88"/>
    <w:rsid w:val="00F766D5"/>
    <w:rsid w:val="00F8613C"/>
    <w:rsid w:val="00FA10A6"/>
    <w:rsid w:val="00FA5EF2"/>
    <w:rsid w:val="00FB4B08"/>
    <w:rsid w:val="00FD5230"/>
    <w:rsid w:val="00FD68B6"/>
    <w:rsid w:val="00FF1E38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02356E-6863-4D3F-B082-CCBED084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6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paragraph" w:styleId="af3">
    <w:name w:val="No Spacing"/>
    <w:link w:val="af4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14344"/>
    <w:rPr>
      <w:sz w:val="28"/>
      <w:szCs w:val="24"/>
    </w:rPr>
  </w:style>
  <w:style w:type="paragraph" w:styleId="af5">
    <w:name w:val="footnote text"/>
    <w:basedOn w:val="a"/>
    <w:link w:val="af6"/>
    <w:uiPriority w:val="99"/>
    <w:semiHidden/>
    <w:rsid w:val="001A76C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1A76CA"/>
  </w:style>
  <w:style w:type="character" w:styleId="af7">
    <w:name w:val="footnote reference"/>
    <w:uiPriority w:val="99"/>
    <w:semiHidden/>
    <w:rsid w:val="001A76CA"/>
    <w:rPr>
      <w:vertAlign w:val="superscript"/>
    </w:rPr>
  </w:style>
  <w:style w:type="character" w:customStyle="1" w:styleId="10">
    <w:name w:val="Заголовок 1 Знак"/>
    <w:basedOn w:val="a0"/>
    <w:link w:val="1"/>
    <w:rsid w:val="000563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03283-EEAF-4BD8-978B-E92C1FCA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6290</Words>
  <Characters>35857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Sharymova Irina</cp:lastModifiedBy>
  <cp:revision>98</cp:revision>
  <cp:lastPrinted>2016-07-08T05:08:00Z</cp:lastPrinted>
  <dcterms:created xsi:type="dcterms:W3CDTF">2018-10-09T06:24:00Z</dcterms:created>
  <dcterms:modified xsi:type="dcterms:W3CDTF">2022-11-21T23:42:00Z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